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84D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FEC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FED6EE" w14:textId="266CA4F8" w:rsidR="002E4478" w:rsidRDefault="0071620A" w:rsidP="0061607B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1184" w:rsidRPr="00661184">
        <w:rPr>
          <w:rFonts w:ascii="Georgia" w:hAnsi="Georgia"/>
          <w:b/>
          <w:bCs/>
        </w:rPr>
        <w:t>202</w:t>
      </w:r>
      <w:r w:rsidR="00262492">
        <w:rPr>
          <w:rFonts w:ascii="Georgia" w:hAnsi="Georgia"/>
          <w:b/>
          <w:bCs/>
        </w:rPr>
        <w:t>1</w:t>
      </w:r>
      <w:r w:rsidR="00661184" w:rsidRPr="00661184">
        <w:rPr>
          <w:rFonts w:ascii="Georgia" w:hAnsi="Georgia"/>
          <w:b/>
          <w:bCs/>
        </w:rPr>
        <w:t>/202</w:t>
      </w:r>
      <w:r w:rsidR="00262492">
        <w:rPr>
          <w:rFonts w:ascii="Georgia" w:hAnsi="Georgia"/>
          <w:b/>
          <w:bCs/>
        </w:rPr>
        <w:t>2</w:t>
      </w:r>
      <w:r w:rsidR="000C4225">
        <w:rPr>
          <w:rFonts w:ascii="Georgia" w:hAnsi="Georgia"/>
          <w:b/>
          <w:bCs/>
        </w:rPr>
        <w:t xml:space="preserve"> </w:t>
      </w:r>
      <w:r w:rsidR="00661184" w:rsidRPr="00661184">
        <w:rPr>
          <w:rFonts w:ascii="Georgia" w:hAnsi="Georgia"/>
          <w:b/>
          <w:bCs/>
        </w:rPr>
        <w:t>-</w:t>
      </w:r>
      <w:r w:rsidR="000C4225">
        <w:rPr>
          <w:rFonts w:ascii="Georgia" w:hAnsi="Georgia"/>
          <w:b/>
          <w:bCs/>
        </w:rPr>
        <w:t xml:space="preserve"> </w:t>
      </w:r>
      <w:r w:rsidR="00661184" w:rsidRPr="00661184">
        <w:rPr>
          <w:rFonts w:ascii="Georgia" w:hAnsi="Georgia"/>
          <w:b/>
          <w:bCs/>
        </w:rPr>
        <w:t>202</w:t>
      </w:r>
      <w:r w:rsidR="00262492">
        <w:rPr>
          <w:rFonts w:ascii="Georgia" w:hAnsi="Georgia"/>
          <w:b/>
          <w:bCs/>
        </w:rPr>
        <w:t>5</w:t>
      </w:r>
      <w:r w:rsidR="00661184" w:rsidRPr="00661184">
        <w:rPr>
          <w:rFonts w:ascii="Georgia" w:hAnsi="Georgia"/>
          <w:b/>
          <w:bCs/>
        </w:rPr>
        <w:t>/202</w:t>
      </w:r>
      <w:r w:rsidR="00262492">
        <w:rPr>
          <w:rFonts w:ascii="Georgia" w:hAnsi="Georgia"/>
          <w:b/>
          <w:bCs/>
        </w:rPr>
        <w:t>6</w:t>
      </w:r>
    </w:p>
    <w:p w14:paraId="6D622F4B" w14:textId="3DB64EEE" w:rsidR="0085747A" w:rsidRDefault="0085747A" w:rsidP="00972EDC">
      <w:pPr>
        <w:spacing w:after="0" w:line="240" w:lineRule="exact"/>
        <w:ind w:left="1416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3647E7" w14:textId="76F60751" w:rsidR="004719EA" w:rsidRPr="000E15C3" w:rsidRDefault="00445970" w:rsidP="000E15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61607B">
        <w:rPr>
          <w:rFonts w:ascii="Corbel" w:hAnsi="Corbel"/>
          <w:sz w:val="20"/>
          <w:szCs w:val="20"/>
        </w:rPr>
        <w:t>20</w:t>
      </w:r>
      <w:r w:rsidR="00EE7483">
        <w:rPr>
          <w:rFonts w:ascii="Corbel" w:hAnsi="Corbel"/>
          <w:sz w:val="20"/>
          <w:szCs w:val="20"/>
        </w:rPr>
        <w:t>2</w:t>
      </w:r>
      <w:r w:rsidR="00262492">
        <w:rPr>
          <w:rFonts w:ascii="Corbel" w:hAnsi="Corbel"/>
          <w:sz w:val="20"/>
          <w:szCs w:val="20"/>
        </w:rPr>
        <w:t>3/</w:t>
      </w:r>
      <w:r w:rsidR="00972EDC">
        <w:rPr>
          <w:rFonts w:ascii="Corbel" w:hAnsi="Corbel"/>
          <w:sz w:val="20"/>
          <w:szCs w:val="20"/>
        </w:rPr>
        <w:t>20</w:t>
      </w:r>
      <w:r w:rsidR="00262492">
        <w:rPr>
          <w:rFonts w:ascii="Corbel" w:hAnsi="Corbel"/>
          <w:sz w:val="20"/>
          <w:szCs w:val="20"/>
        </w:rPr>
        <w:t>24</w:t>
      </w:r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9702CF8" w:rsidR="0085747A" w:rsidRPr="00972EDC" w:rsidRDefault="00262492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972EDC">
              <w:rPr>
                <w:color w:val="auto"/>
                <w:sz w:val="22"/>
              </w:rPr>
              <w:t>Klinika prawa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3D2EE184" w:rsidR="0061607B" w:rsidRPr="00891EC1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2D73D173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20F4471B" w:rsidR="0061607B" w:rsidRPr="005C5E5F" w:rsidRDefault="005C5E5F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5C5E5F">
              <w:rPr>
                <w:b w:val="0"/>
                <w:bCs/>
                <w:sz w:val="22"/>
              </w:rPr>
              <w:t>Zakład Prawa Konstytucyjnego i Praw Człowieka Instytutu Nauk Prawnych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36D1288C" w:rsidR="0061607B" w:rsidRPr="0061607B" w:rsidRDefault="005F161A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bookmarkStart w:id="0" w:name="_GoBack"/>
            <w:bookmarkEnd w:id="0"/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10E1107C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="000B58ED">
              <w:rPr>
                <w:b w:val="0"/>
                <w:color w:val="auto"/>
                <w:sz w:val="22"/>
              </w:rPr>
              <w:t>II</w:t>
            </w:r>
            <w:r w:rsidRPr="0061607B">
              <w:rPr>
                <w:b w:val="0"/>
                <w:color w:val="auto"/>
                <w:sz w:val="22"/>
              </w:rPr>
              <w:t xml:space="preserve">, semestr </w:t>
            </w:r>
            <w:r w:rsidR="000B58ED">
              <w:rPr>
                <w:b w:val="0"/>
                <w:color w:val="auto"/>
                <w:sz w:val="22"/>
              </w:rPr>
              <w:t>VI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53C3DDCB" w:rsidR="0061607B" w:rsidRPr="0061607B" w:rsidRDefault="000B58ED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72EDC" w14:paraId="29B26109" w14:textId="77777777" w:rsidTr="0061607B">
        <w:tc>
          <w:tcPr>
            <w:tcW w:w="2694" w:type="dxa"/>
            <w:vAlign w:val="center"/>
          </w:tcPr>
          <w:p w14:paraId="576E865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5365FF52" w:rsidR="0061607B" w:rsidRPr="00972EDC" w:rsidRDefault="00661184" w:rsidP="000F6C6D">
            <w:pPr>
              <w:pStyle w:val="Odpowiedzi"/>
              <w:spacing w:before="100" w:beforeAutospacing="1" w:after="100" w:afterAutospacing="1"/>
              <w:rPr>
                <w:b w:val="0"/>
                <w:bCs/>
                <w:color w:val="auto"/>
                <w:sz w:val="22"/>
                <w:szCs w:val="24"/>
                <w:lang w:val="en-GB"/>
              </w:rPr>
            </w:pPr>
            <w:proofErr w:type="spellStart"/>
            <w:r w:rsidRPr="00972EDC">
              <w:rPr>
                <w:b w:val="0"/>
                <w:bCs/>
                <w:sz w:val="22"/>
                <w:szCs w:val="24"/>
                <w:lang w:val="en-GB"/>
              </w:rPr>
              <w:t>dr</w:t>
            </w:r>
            <w:proofErr w:type="spellEnd"/>
            <w:r w:rsidRPr="00972EDC">
              <w:rPr>
                <w:b w:val="0"/>
                <w:bCs/>
                <w:sz w:val="22"/>
                <w:szCs w:val="24"/>
                <w:lang w:val="en-GB"/>
              </w:rPr>
              <w:t xml:space="preserve"> hab. </w:t>
            </w:r>
            <w:r w:rsidR="000B58ED" w:rsidRPr="00972EDC">
              <w:rPr>
                <w:b w:val="0"/>
                <w:bCs/>
                <w:sz w:val="22"/>
                <w:szCs w:val="24"/>
                <w:lang w:val="en-GB"/>
              </w:rPr>
              <w:t xml:space="preserve">Anna </w:t>
            </w:r>
            <w:proofErr w:type="spellStart"/>
            <w:r w:rsidR="000B58ED" w:rsidRPr="00972EDC">
              <w:rPr>
                <w:b w:val="0"/>
                <w:bCs/>
                <w:sz w:val="22"/>
                <w:szCs w:val="24"/>
                <w:lang w:val="en-GB"/>
              </w:rPr>
              <w:t>Golonka</w:t>
            </w:r>
            <w:proofErr w:type="spellEnd"/>
            <w:r w:rsidR="00BA3B22" w:rsidRPr="00972EDC">
              <w:rPr>
                <w:b w:val="0"/>
                <w:bCs/>
                <w:sz w:val="22"/>
                <w:szCs w:val="24"/>
                <w:lang w:val="en-GB"/>
              </w:rPr>
              <w:t>, prof. UR</w:t>
            </w:r>
          </w:p>
        </w:tc>
      </w:tr>
      <w:tr w:rsidR="0061607B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490CEF" w14:textId="414A2A90" w:rsidR="0061607B" w:rsidRPr="0061607B" w:rsidRDefault="000B58ED" w:rsidP="00E67D93">
            <w:pPr>
              <w:pStyle w:val="Bezodstpw"/>
            </w:pPr>
            <w:r>
              <w:rPr>
                <w:rFonts w:ascii="Times New Roman" w:hAnsi="Times New Roman"/>
              </w:rPr>
              <w:t xml:space="preserve">Dr Rafał Łukasiewicz, Dr Agata </w:t>
            </w:r>
            <w:proofErr w:type="spellStart"/>
            <w:r>
              <w:rPr>
                <w:rFonts w:ascii="Times New Roman" w:hAnsi="Times New Roman"/>
              </w:rPr>
              <w:t>Ludera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Ruszel</w:t>
            </w:r>
            <w:proofErr w:type="spellEnd"/>
            <w:r>
              <w:rPr>
                <w:rFonts w:ascii="Times New Roman" w:hAnsi="Times New Roman"/>
              </w:rPr>
              <w:t xml:space="preserve">, Dr Ewa </w:t>
            </w:r>
            <w:proofErr w:type="spellStart"/>
            <w:r>
              <w:rPr>
                <w:rFonts w:ascii="Times New Roman" w:hAnsi="Times New Roman"/>
              </w:rPr>
              <w:t>Bonusiak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="00E14C08">
              <w:rPr>
                <w:rFonts w:ascii="Times New Roman" w:hAnsi="Times New Roman"/>
              </w:rPr>
              <w:t>Dr Dorota Habrat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604006B3" w:rsidR="00015B8F" w:rsidRPr="004B73C1" w:rsidRDefault="000B58E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34DFC4A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31D44EA4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159DAC5F" w:rsidR="00015B8F" w:rsidRPr="004B73C1" w:rsidRDefault="000B58E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51AA98CB" w:rsidR="00015B8F" w:rsidRPr="004B73C1" w:rsidRDefault="009C0F07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4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58ED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1A42AB15" w:rsidR="0085747A" w:rsidRPr="009C54AE" w:rsidRDefault="0066118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C2302" w14:textId="78175DF8" w:rsidR="002C1946" w:rsidRPr="00534BC6" w:rsidRDefault="000B58ED" w:rsidP="00534BC6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 w:rsidRPr="00534BC6">
        <w:rPr>
          <w:b w:val="0"/>
          <w:smallCaps w:val="0"/>
          <w:szCs w:val="24"/>
        </w:rPr>
        <w:t>Zaliczenie na ocenę</w:t>
      </w:r>
      <w:r w:rsidR="00664C5A" w:rsidRPr="00534BC6">
        <w:rPr>
          <w:b w:val="0"/>
          <w:smallCaps w:val="0"/>
          <w:szCs w:val="24"/>
        </w:rPr>
        <w:t>.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CF56375" w14:textId="6D34F28B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5485B" w14:textId="77777777" w:rsidR="00534BC6" w:rsidRPr="00534BC6" w:rsidRDefault="00534BC6" w:rsidP="00534BC6">
      <w:pPr>
        <w:pStyle w:val="Punktygwne"/>
        <w:spacing w:before="40" w:after="40"/>
        <w:rPr>
          <w:b w:val="0"/>
          <w:smallCaps w:val="0"/>
          <w:sz w:val="22"/>
        </w:rPr>
      </w:pPr>
      <w:r w:rsidRPr="00534BC6">
        <w:rPr>
          <w:b w:val="0"/>
          <w:smallCaps w:val="0"/>
          <w:sz w:val="22"/>
        </w:rPr>
        <w:t>Podstawy wiedzy z zakresu prawa cywilnego, karnego, administracyjnego i prawa pracy</w:t>
      </w:r>
    </w:p>
    <w:p w14:paraId="2349ADEB" w14:textId="77777777" w:rsidR="00534BC6" w:rsidRDefault="00534B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C6B7B7" w14:textId="77777777" w:rsidR="001B409D" w:rsidRDefault="001B409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F56269" w14:textId="15E3FF5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FE71488" w14:textId="77777777" w:rsidTr="0016065D">
        <w:tc>
          <w:tcPr>
            <w:tcW w:w="844" w:type="dxa"/>
            <w:vAlign w:val="center"/>
          </w:tcPr>
          <w:p w14:paraId="449A73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41EB26" w14:textId="1B595CA1" w:rsidR="0085747A" w:rsidRPr="005B0636" w:rsidRDefault="00421984" w:rsidP="009C0F07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</w:t>
            </w:r>
            <w:r w:rsidR="002C1946">
              <w:rPr>
                <w:b w:val="0"/>
                <w:iCs/>
              </w:rPr>
              <w:t>Klinika prawa</w:t>
            </w:r>
            <w:r w:rsidRPr="005B0636">
              <w:rPr>
                <w:b w:val="0"/>
                <w:iCs/>
              </w:rPr>
              <w:t xml:space="preserve">” jest </w:t>
            </w:r>
            <w:r w:rsidR="002C1946">
              <w:rPr>
                <w:b w:val="0"/>
                <w:iCs/>
              </w:rPr>
              <w:t>nabycie umiejętności poprawnego przeprowadzania procesu subsumpcji</w:t>
            </w:r>
          </w:p>
        </w:tc>
      </w:tr>
      <w:tr w:rsidR="0085747A" w:rsidRPr="009C54AE" w14:paraId="0F2FAE1B" w14:textId="77777777" w:rsidTr="0016065D">
        <w:tc>
          <w:tcPr>
            <w:tcW w:w="844" w:type="dxa"/>
            <w:vAlign w:val="center"/>
          </w:tcPr>
          <w:p w14:paraId="7F0B6577" w14:textId="2FE792D0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340920B" w14:textId="7FC5D23B" w:rsidR="0085747A" w:rsidRPr="005B0636" w:rsidRDefault="00421984" w:rsidP="00421984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 xml:space="preserve">Celem </w:t>
            </w:r>
            <w:r w:rsidR="002C1946">
              <w:rPr>
                <w:b w:val="0"/>
                <w:iCs/>
              </w:rPr>
              <w:t xml:space="preserve">konwersatorium jest </w:t>
            </w:r>
            <w:r w:rsidR="0016065D">
              <w:rPr>
                <w:b w:val="0"/>
                <w:iCs/>
              </w:rPr>
              <w:t>nabycie praktycznych umiejętności stosowania przepisów prawa materialnego oraz procesowego</w:t>
            </w:r>
            <w:r w:rsidR="00664C5A">
              <w:rPr>
                <w:b w:val="0"/>
                <w:iCs/>
              </w:rPr>
              <w:t xml:space="preserve"> z różnych gałęzi prawa.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8F9090F" w14:textId="77777777" w:rsidTr="0071620A">
        <w:tc>
          <w:tcPr>
            <w:tcW w:w="170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84F19C" w14:textId="77777777" w:rsidTr="005E6E85">
        <w:tc>
          <w:tcPr>
            <w:tcW w:w="1701" w:type="dxa"/>
          </w:tcPr>
          <w:p w14:paraId="14DD57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7FD9AE" w14:textId="5E33F4BA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Student ma </w:t>
            </w:r>
            <w:r w:rsidRPr="00A1235C">
              <w:rPr>
                <w:b w:val="0"/>
                <w:smallCaps w:val="0"/>
                <w:sz w:val="22"/>
              </w:rPr>
              <w:t>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b w:val="0"/>
                <w:smallCaps w:val="0"/>
                <w:sz w:val="22"/>
              </w:rPr>
              <w:t>. Student m</w:t>
            </w:r>
            <w:r w:rsidRPr="00A1235C">
              <w:rPr>
                <w:b w:val="0"/>
                <w:smallCaps w:val="0"/>
                <w:sz w:val="22"/>
              </w:rPr>
              <w:t>a pogłębioną wiedzę na temat procesów stosowania prawa</w:t>
            </w:r>
          </w:p>
        </w:tc>
        <w:tc>
          <w:tcPr>
            <w:tcW w:w="1873" w:type="dxa"/>
          </w:tcPr>
          <w:p w14:paraId="4A7E53AC" w14:textId="736E87AE" w:rsidR="009205E8" w:rsidRPr="003D1064" w:rsidRDefault="009205E8" w:rsidP="009205E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65CEA460" w14:textId="3765F358" w:rsidR="00C133CD" w:rsidRPr="003D1064" w:rsidRDefault="00C133CD" w:rsidP="00057A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5</w:t>
            </w:r>
          </w:p>
        </w:tc>
      </w:tr>
      <w:tr w:rsidR="0085747A" w:rsidRPr="009C54AE" w14:paraId="27EDA817" w14:textId="77777777" w:rsidTr="005E6E85">
        <w:tc>
          <w:tcPr>
            <w:tcW w:w="1701" w:type="dxa"/>
          </w:tcPr>
          <w:p w14:paraId="5E35B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7C1D8F" w14:textId="301E9E05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p</w:t>
            </w:r>
            <w:r w:rsidRPr="00A1235C">
              <w:rPr>
                <w:b w:val="0"/>
                <w:smallCaps w:val="0"/>
                <w:sz w:val="22"/>
              </w:rPr>
              <w:t>otrafi prawidłowo interpretować i wyjaśniać znaczenie norm i stosunków prawnych</w:t>
            </w:r>
            <w:r>
              <w:rPr>
                <w:b w:val="0"/>
                <w:smallCaps w:val="0"/>
                <w:sz w:val="22"/>
              </w:rPr>
              <w:t>. Student s</w:t>
            </w:r>
            <w:r w:rsidRPr="00A1235C">
              <w:rPr>
                <w:b w:val="0"/>
                <w:smallCaps w:val="0"/>
                <w:sz w:val="22"/>
              </w:rPr>
              <w:t>prawnie posługuje się normami, regułami oraz instytucjami prawnymi obowiązującymi w polskim systemie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Potrafi dokonać subsum</w:t>
            </w:r>
            <w:r>
              <w:rPr>
                <w:b w:val="0"/>
                <w:smallCaps w:val="0"/>
                <w:sz w:val="22"/>
              </w:rPr>
              <w:t>p</w:t>
            </w:r>
            <w:r w:rsidRPr="00A1235C">
              <w:rPr>
                <w:b w:val="0"/>
                <w:smallCaps w:val="0"/>
                <w:sz w:val="22"/>
              </w:rPr>
              <w:t>cji określonego stanu faktycznego do normy lub norm prawnych</w:t>
            </w:r>
            <w:r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14:paraId="2D86D031" w14:textId="35696AC2" w:rsidR="0085747A" w:rsidRPr="0016065D" w:rsidRDefault="0016065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 w:val="22"/>
              </w:rPr>
            </w:pPr>
            <w:r w:rsidRPr="0016065D">
              <w:rPr>
                <w:b w:val="0"/>
                <w:bCs/>
              </w:rPr>
              <w:t>K_U01 K_U05 K_U09 K_U10 K_U16</w:t>
            </w:r>
          </w:p>
        </w:tc>
      </w:tr>
      <w:tr w:rsidR="0085747A" w:rsidRPr="009C54AE" w14:paraId="749980C2" w14:textId="77777777" w:rsidTr="005E6E85">
        <w:tc>
          <w:tcPr>
            <w:tcW w:w="1701" w:type="dxa"/>
          </w:tcPr>
          <w:p w14:paraId="63564E59" w14:textId="78D4ABEF" w:rsidR="0085747A" w:rsidRPr="009C54AE" w:rsidRDefault="0085747A" w:rsidP="001A5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5B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089DED" w14:textId="4497382E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m</w:t>
            </w:r>
            <w:r w:rsidRPr="00A1235C">
              <w:rPr>
                <w:b w:val="0"/>
                <w:smallCaps w:val="0"/>
                <w:sz w:val="22"/>
              </w:rPr>
              <w:t>a świadomość zmienności systemu norm prawnych która prowadzi do konieczności ciągłego uzupełniania i doskonalenia zarówno zdobytej wiedzy jak i umiejętności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873" w:type="dxa"/>
          </w:tcPr>
          <w:p w14:paraId="429F4EA9" w14:textId="15CC2770" w:rsidR="00057AD0" w:rsidRPr="0016065D" w:rsidRDefault="0016065D" w:rsidP="001606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6065D">
              <w:rPr>
                <w:b w:val="0"/>
                <w:bCs/>
              </w:rPr>
              <w:t>K_K01 K_K06</w:t>
            </w: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78ED5485" w14:textId="277B306C" w:rsidR="00607EFA" w:rsidRPr="002647B4" w:rsidRDefault="00972EDC" w:rsidP="00972ED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Nie dotyczy</w:t>
            </w: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303A2154" w14:textId="37D5284E" w:rsidR="00607EFA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  <w:r w:rsidR="0016065D">
              <w:rPr>
                <w:rFonts w:ascii="Times New Roman" w:hAnsi="Times New Roman"/>
              </w:rPr>
              <w:t xml:space="preserve"> </w:t>
            </w:r>
            <w:r w:rsidR="0002313C">
              <w:rPr>
                <w:rFonts w:ascii="Times New Roman" w:hAnsi="Times New Roman"/>
              </w:rPr>
              <w:t>R</w:t>
            </w:r>
            <w:r w:rsidR="0016065D">
              <w:rPr>
                <w:rFonts w:ascii="Times New Roman" w:hAnsi="Times New Roman"/>
              </w:rPr>
              <w:t>egulamin</w:t>
            </w:r>
            <w:r>
              <w:rPr>
                <w:rFonts w:ascii="Times New Roman" w:hAnsi="Times New Roman"/>
              </w:rPr>
              <w:t>u</w:t>
            </w:r>
            <w:r w:rsidR="0016065D">
              <w:rPr>
                <w:rFonts w:ascii="Times New Roman" w:hAnsi="Times New Roman"/>
              </w:rPr>
              <w:t xml:space="preserve"> Uniwersyteckiej Poradni Prawnej</w:t>
            </w:r>
            <w:r w:rsidR="00607EFA" w:rsidRPr="00061371">
              <w:rPr>
                <w:rFonts w:ascii="Times New Roman" w:hAnsi="Times New Roman"/>
              </w:rPr>
              <w:t xml:space="preserve"> – </w:t>
            </w:r>
            <w:r w:rsidR="0002313C">
              <w:rPr>
                <w:rFonts w:ascii="Times New Roman" w:hAnsi="Times New Roman"/>
              </w:rPr>
              <w:t>2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</w:p>
          <w:p w14:paraId="5505A51F" w14:textId="2FA645C5" w:rsidR="0002313C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Przedstawienie i analiza</w:t>
            </w:r>
            <w:r w:rsidR="0002313C">
              <w:rPr>
                <w:rFonts w:ascii="Times New Roman" w:hAnsi="Times New Roman"/>
              </w:rPr>
              <w:t xml:space="preserve"> stanu faktycznego sprawy, która wpłynęła do UPP – 5 </w:t>
            </w:r>
            <w:r>
              <w:rPr>
                <w:rFonts w:ascii="Times New Roman" w:hAnsi="Times New Roman"/>
              </w:rPr>
              <w:t>h</w:t>
            </w:r>
          </w:p>
          <w:p w14:paraId="56BFFC23" w14:textId="20115AEE" w:rsidR="00607EFA" w:rsidRPr="00061371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Omówienie stosownego</w:t>
            </w:r>
            <w:r w:rsidR="0002313C">
              <w:rPr>
                <w:rFonts w:ascii="Times New Roman" w:hAnsi="Times New Roman"/>
              </w:rPr>
              <w:t xml:space="preserve"> orzecznictw</w:t>
            </w:r>
            <w:r>
              <w:rPr>
                <w:rFonts w:ascii="Times New Roman" w:hAnsi="Times New Roman"/>
              </w:rPr>
              <w:t>a</w:t>
            </w:r>
            <w:r w:rsidR="0002313C">
              <w:rPr>
                <w:rFonts w:ascii="Times New Roman" w:hAnsi="Times New Roman"/>
              </w:rPr>
              <w:t xml:space="preserve"> sądów powszechnych, sądów administracyjnych, </w:t>
            </w:r>
            <w:r>
              <w:rPr>
                <w:rFonts w:ascii="Times New Roman" w:hAnsi="Times New Roman"/>
              </w:rPr>
              <w:t>SN, NSA oraz TK,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niezbędnego do sporządzenia opinii prawnej </w:t>
            </w:r>
            <w:r w:rsidR="00607EFA" w:rsidRPr="00061371">
              <w:rPr>
                <w:rFonts w:ascii="Times New Roman" w:hAnsi="Times New Roman"/>
              </w:rPr>
              <w:t xml:space="preserve">– </w:t>
            </w:r>
            <w:r w:rsidR="005A0838">
              <w:rPr>
                <w:rFonts w:ascii="Times New Roman" w:hAnsi="Times New Roman"/>
              </w:rPr>
              <w:t>12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</w:p>
          <w:p w14:paraId="379BA5FD" w14:textId="69081D2A" w:rsidR="00E47EF2" w:rsidRDefault="00E47EF2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A0838">
              <w:rPr>
                <w:rFonts w:ascii="Times New Roman" w:hAnsi="Times New Roman"/>
              </w:rPr>
              <w:t>Omówienie procesu subsumpcji na przykładzie</w:t>
            </w:r>
            <w:r>
              <w:rPr>
                <w:rFonts w:ascii="Times New Roman" w:hAnsi="Times New Roman"/>
              </w:rPr>
              <w:t xml:space="preserve"> stanu faktycznego sprawy, która wpłynęła do UPP – </w:t>
            </w:r>
            <w:r w:rsidR="005A083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h</w:t>
            </w:r>
          </w:p>
          <w:p w14:paraId="0F826A30" w14:textId="665B00EA" w:rsidR="00061371" w:rsidRPr="00E47EF2" w:rsidRDefault="005A0838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Nadzór nad dyżurem telefonicznym oraz stacjonarnym studentów w UPP – 5h</w:t>
            </w: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F116B3" w14:textId="4FC44EB4" w:rsidR="00061371" w:rsidRPr="00664C5A" w:rsidRDefault="00664C5A" w:rsidP="00664C5A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Konwersatorium</w:t>
      </w:r>
      <w:r w:rsidR="00061371" w:rsidRPr="00664C5A">
        <w:rPr>
          <w:b w:val="0"/>
          <w:smallCaps w:val="0"/>
          <w:sz w:val="22"/>
        </w:rPr>
        <w:t xml:space="preserve"> z multimedialną prezentacją,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i interpretacj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aktów normatywnych oraz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orzeczeń sądowych, rozwiązywanie kazusów (</w:t>
      </w:r>
      <w:proofErr w:type="spellStart"/>
      <w:r w:rsidR="00061371" w:rsidRPr="00664C5A">
        <w:rPr>
          <w:b w:val="0"/>
          <w:i/>
          <w:smallCaps w:val="0"/>
          <w:sz w:val="22"/>
        </w:rPr>
        <w:t>case</w:t>
      </w:r>
      <w:proofErr w:type="spellEnd"/>
      <w:r w:rsidR="00061371" w:rsidRPr="00664C5A">
        <w:rPr>
          <w:b w:val="0"/>
          <w:i/>
          <w:smallCaps w:val="0"/>
          <w:sz w:val="22"/>
        </w:rPr>
        <w:t xml:space="preserve"> </w:t>
      </w:r>
      <w:proofErr w:type="spellStart"/>
      <w:r w:rsidR="00061371" w:rsidRPr="00664C5A">
        <w:rPr>
          <w:b w:val="0"/>
          <w:i/>
          <w:smallCaps w:val="0"/>
          <w:sz w:val="22"/>
        </w:rPr>
        <w:t>study</w:t>
      </w:r>
      <w:proofErr w:type="spellEnd"/>
      <w:r w:rsidR="00061371" w:rsidRPr="00664C5A">
        <w:rPr>
          <w:b w:val="0"/>
          <w:smallCaps w:val="0"/>
          <w:sz w:val="22"/>
        </w:rPr>
        <w:t xml:space="preserve">), dyskusja nad wybranymi problemami z zakresu stosowania przepisów </w:t>
      </w:r>
      <w:r w:rsidRPr="00664C5A">
        <w:rPr>
          <w:b w:val="0"/>
          <w:smallCaps w:val="0"/>
          <w:sz w:val="22"/>
        </w:rPr>
        <w:t>prawa materialnego oraz procesowego wybranych  gałęzi prawa.</w:t>
      </w:r>
    </w:p>
    <w:p w14:paraId="42AF80E8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0CF7D6A3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72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56C8980E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  <w:r w:rsidR="00664C5A">
              <w:rPr>
                <w:rFonts w:ascii="Corbel" w:hAnsi="Corbel"/>
                <w:b w:val="0"/>
                <w:szCs w:val="24"/>
              </w:rPr>
              <w:t>_</w:t>
            </w:r>
            <w:r w:rsidR="00664C5A" w:rsidRPr="00A85FAB">
              <w:rPr>
                <w:rFonts w:ascii="Corbel" w:hAnsi="Corbel"/>
                <w:b w:val="0"/>
                <w:szCs w:val="24"/>
              </w:rPr>
              <w:t xml:space="preserve"> Ek_ 02 Ek_ 0</w:t>
            </w:r>
            <w:r w:rsidR="00664C5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9" w:type="dxa"/>
          </w:tcPr>
          <w:p w14:paraId="0EDCDC21" w14:textId="4597D609" w:rsidR="0085747A" w:rsidRPr="00664C5A" w:rsidRDefault="00664C5A" w:rsidP="00664C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Dokonanie procesu subsumpcji (tj. poprawnej kwalifikacji prawnej przedstawionego stanu faktycznego) w </w:t>
            </w:r>
            <w:r w:rsidR="00630507">
              <w:rPr>
                <w:b w:val="0"/>
                <w:smallCaps w:val="0"/>
                <w:sz w:val="22"/>
              </w:rPr>
              <w:t xml:space="preserve">formie </w:t>
            </w:r>
            <w:r>
              <w:rPr>
                <w:b w:val="0"/>
                <w:smallCaps w:val="0"/>
                <w:sz w:val="22"/>
              </w:rPr>
              <w:t>pisemnej .</w:t>
            </w:r>
          </w:p>
        </w:tc>
        <w:tc>
          <w:tcPr>
            <w:tcW w:w="2117" w:type="dxa"/>
          </w:tcPr>
          <w:p w14:paraId="49F5A612" w14:textId="088DFFD2" w:rsidR="0085747A" w:rsidRPr="003D1064" w:rsidRDefault="00664C5A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7F2A03BB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Wykazanie się wiedzą, umiejętnościami i kompetencjami społecznymi w stopniu wystarczającym do </w:t>
            </w:r>
            <w:r w:rsidR="00630507">
              <w:rPr>
                <w:rFonts w:ascii="Times New Roman" w:eastAsia="Cambria" w:hAnsi="Times New Roman"/>
              </w:rPr>
              <w:t>uzyskania</w:t>
            </w:r>
            <w:r w:rsidRPr="003D1064">
              <w:rPr>
                <w:rFonts w:ascii="Times New Roman" w:eastAsia="Cambria" w:hAnsi="Times New Roman"/>
              </w:rPr>
              <w:t xml:space="preserve"> pozytywnej oceny.</w:t>
            </w:r>
          </w:p>
          <w:p w14:paraId="1FCDF155" w14:textId="73516F73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</w:t>
            </w:r>
            <w:r w:rsidR="00664C5A">
              <w:rPr>
                <w:rFonts w:ascii="Times New Roman" w:eastAsia="Cambria" w:hAnsi="Times New Roman"/>
              </w:rPr>
              <w:t xml:space="preserve">przedłożyć pracę pisemną, spełniającą </w:t>
            </w:r>
            <w:r w:rsidR="000B64BF">
              <w:rPr>
                <w:rFonts w:ascii="Times New Roman" w:eastAsia="Cambria" w:hAnsi="Times New Roman"/>
              </w:rPr>
              <w:t xml:space="preserve">następujące </w:t>
            </w:r>
            <w:r w:rsidR="00664C5A">
              <w:rPr>
                <w:rFonts w:ascii="Times New Roman" w:eastAsia="Cambria" w:hAnsi="Times New Roman"/>
              </w:rPr>
              <w:t xml:space="preserve">wymogi formalne </w:t>
            </w:r>
            <w:r w:rsidR="000B64BF">
              <w:rPr>
                <w:rFonts w:ascii="Times New Roman" w:eastAsia="Cambria" w:hAnsi="Times New Roman"/>
              </w:rPr>
              <w:t xml:space="preserve"> - 6-8 stron </w:t>
            </w:r>
            <w:r w:rsidR="00630507">
              <w:rPr>
                <w:rFonts w:ascii="Times New Roman" w:eastAsia="Cambria" w:hAnsi="Times New Roman"/>
              </w:rPr>
              <w:t>standardowego maszynopisu</w:t>
            </w:r>
          </w:p>
          <w:p w14:paraId="5AE0EBE0" w14:textId="5FB7CB22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Kryteria oceny: czy odpowiedź jest wyczerpująca, czy </w:t>
            </w:r>
            <w:r w:rsidR="00630507">
              <w:rPr>
                <w:rFonts w:eastAsia="Cambria"/>
                <w:b w:val="0"/>
                <w:smallCaps w:val="0"/>
                <w:sz w:val="22"/>
              </w:rPr>
              <w:t>proces subsumpcji został poprawnie przeprowadzony</w:t>
            </w: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, czy </w:t>
            </w:r>
            <w:r w:rsidR="000B64BF">
              <w:rPr>
                <w:rFonts w:eastAsia="Cambria"/>
                <w:b w:val="0"/>
                <w:smallCaps w:val="0"/>
                <w:sz w:val="22"/>
              </w:rPr>
              <w:t>zastosowany został poprawnie język prawny i prawniczy.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38ECEB9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972E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571EED27" w:rsidR="0085747A" w:rsidRPr="009C54AE" w:rsidRDefault="00A85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0659B5CD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525AEED6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23CC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32BBFEC4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F01D68" w14:textId="5D9A4D16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664986" w14:textId="77777777" w:rsidR="0085747A" w:rsidRPr="00972ED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2ED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72ED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1A1156" w14:textId="77777777" w:rsidR="00BA3B22" w:rsidRDefault="00BA3B2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CBAA1C" w14:textId="1FFCB0DF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972EDC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0E5FCF4B" w:rsidR="0085747A" w:rsidRPr="000E15C3" w:rsidRDefault="00972E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Nie dotyczy</w:t>
            </w:r>
          </w:p>
        </w:tc>
      </w:tr>
      <w:tr w:rsidR="0085747A" w:rsidRPr="009C54AE" w14:paraId="1031C200" w14:textId="77777777" w:rsidTr="00972EDC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5F3481B6" w:rsidR="0085747A" w:rsidRPr="000E15C3" w:rsidRDefault="00972E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Nie dotyczy</w:t>
            </w:r>
          </w:p>
        </w:tc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972EDC">
        <w:trPr>
          <w:trHeight w:val="397"/>
        </w:trPr>
        <w:tc>
          <w:tcPr>
            <w:tcW w:w="7513" w:type="dxa"/>
          </w:tcPr>
          <w:p w14:paraId="53F0DDD0" w14:textId="7C61001A" w:rsidR="0085747A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972EDC">
              <w:rPr>
                <w:smallCaps w:val="0"/>
                <w:sz w:val="22"/>
              </w:rPr>
              <w:t>Literatura podstawowa:</w:t>
            </w:r>
          </w:p>
          <w:p w14:paraId="304DCF3F" w14:textId="77777777" w:rsidR="00972EDC" w:rsidRPr="00972EDC" w:rsidRDefault="00972EDC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407919D5" w14:textId="437E6D39" w:rsidR="00A85FA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 xml:space="preserve">Kodeks cywilny. Komentarz, red. M. </w:t>
            </w:r>
            <w:proofErr w:type="spellStart"/>
            <w:r>
              <w:rPr>
                <w:b w:val="0"/>
                <w:bCs/>
                <w:smallCaps w:val="0"/>
                <w:color w:val="000000"/>
                <w:sz w:val="22"/>
              </w:rPr>
              <w:t>Załucki</w:t>
            </w:r>
            <w:proofErr w:type="spellEnd"/>
            <w:r>
              <w:rPr>
                <w:b w:val="0"/>
                <w:bCs/>
                <w:smallCaps w:val="0"/>
                <w:color w:val="000000"/>
                <w:sz w:val="22"/>
              </w:rPr>
              <w:t>, CH Beck 2019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F4A84B7" w14:textId="56731474" w:rsidR="0026098F" w:rsidRDefault="0026098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 xml:space="preserve">Kodeks pracy. Komentarz, K. Jaśkowski, E, </w:t>
            </w:r>
            <w:proofErr w:type="spellStart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Maniewska</w:t>
            </w:r>
            <w:proofErr w:type="spellEnd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, Wolters Kluwer 2021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E906540" w14:textId="6430FC7F" w:rsidR="000B64BF" w:rsidRPr="00A120D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>Kodeks wykroczeń. Komentarz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, red. P. Daniluk, CH Beck 2019.</w:t>
            </w:r>
          </w:p>
        </w:tc>
      </w:tr>
      <w:tr w:rsidR="0085747A" w:rsidRPr="009C54AE" w14:paraId="71C58E2D" w14:textId="77777777" w:rsidTr="00972EDC">
        <w:trPr>
          <w:trHeight w:val="397"/>
        </w:trPr>
        <w:tc>
          <w:tcPr>
            <w:tcW w:w="7513" w:type="dxa"/>
          </w:tcPr>
          <w:p w14:paraId="5AE844F7" w14:textId="341469A5" w:rsidR="0085747A" w:rsidRPr="00972EDC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972EDC">
              <w:rPr>
                <w:smallCaps w:val="0"/>
                <w:sz w:val="22"/>
              </w:rPr>
              <w:t xml:space="preserve">Literatura uzupełniająca: </w:t>
            </w:r>
          </w:p>
          <w:p w14:paraId="0E25BCE8" w14:textId="77777777" w:rsidR="00972EDC" w:rsidRPr="009A49ED" w:rsidRDefault="00972EDC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F9993BC" w14:textId="456475E3" w:rsidR="00C133CD" w:rsidRPr="009A49ED" w:rsidRDefault="000B64BF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>
              <w:rPr>
                <w:b w:val="0"/>
                <w:iCs/>
                <w:smallCaps w:val="0"/>
                <w:color w:val="000000"/>
                <w:sz w:val="22"/>
              </w:rPr>
              <w:t>System Prawa Prywatnego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72EDC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C26A8" w14:textId="77777777" w:rsidR="00D63452" w:rsidRDefault="00D63452" w:rsidP="00C16ABF">
      <w:pPr>
        <w:spacing w:after="0" w:line="240" w:lineRule="auto"/>
      </w:pPr>
      <w:r>
        <w:separator/>
      </w:r>
    </w:p>
  </w:endnote>
  <w:endnote w:type="continuationSeparator" w:id="0">
    <w:p w14:paraId="6E085A85" w14:textId="77777777" w:rsidR="00D63452" w:rsidRDefault="00D634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FF696" w14:textId="77777777" w:rsidR="00D63452" w:rsidRDefault="00D63452" w:rsidP="00C16ABF">
      <w:pPr>
        <w:spacing w:after="0" w:line="240" w:lineRule="auto"/>
      </w:pPr>
      <w:r>
        <w:separator/>
      </w:r>
    </w:p>
  </w:footnote>
  <w:footnote w:type="continuationSeparator" w:id="0">
    <w:p w14:paraId="015420D1" w14:textId="77777777" w:rsidR="00D63452" w:rsidRDefault="00D63452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3C"/>
    <w:rsid w:val="00042A51"/>
    <w:rsid w:val="00042D2E"/>
    <w:rsid w:val="00044C82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66A"/>
    <w:rsid w:val="000B28EE"/>
    <w:rsid w:val="000B3E37"/>
    <w:rsid w:val="000B58ED"/>
    <w:rsid w:val="000B64BF"/>
    <w:rsid w:val="000C4225"/>
    <w:rsid w:val="000C59ED"/>
    <w:rsid w:val="000D01A7"/>
    <w:rsid w:val="000D04B0"/>
    <w:rsid w:val="000E15C3"/>
    <w:rsid w:val="000F1C57"/>
    <w:rsid w:val="000F5615"/>
    <w:rsid w:val="000F6C6D"/>
    <w:rsid w:val="001031FE"/>
    <w:rsid w:val="00123CC7"/>
    <w:rsid w:val="00124BFF"/>
    <w:rsid w:val="0012560E"/>
    <w:rsid w:val="00127108"/>
    <w:rsid w:val="00134B13"/>
    <w:rsid w:val="00145144"/>
    <w:rsid w:val="00146BC0"/>
    <w:rsid w:val="00153C41"/>
    <w:rsid w:val="00154381"/>
    <w:rsid w:val="0016065D"/>
    <w:rsid w:val="001640A7"/>
    <w:rsid w:val="00164FA7"/>
    <w:rsid w:val="00166A03"/>
    <w:rsid w:val="00166F29"/>
    <w:rsid w:val="001718A7"/>
    <w:rsid w:val="001737CF"/>
    <w:rsid w:val="00176083"/>
    <w:rsid w:val="00192F37"/>
    <w:rsid w:val="001A5B48"/>
    <w:rsid w:val="001A70D2"/>
    <w:rsid w:val="001B409D"/>
    <w:rsid w:val="001D657B"/>
    <w:rsid w:val="001D7B54"/>
    <w:rsid w:val="001E0209"/>
    <w:rsid w:val="001F2CA2"/>
    <w:rsid w:val="002144C0"/>
    <w:rsid w:val="00215D1F"/>
    <w:rsid w:val="0022477D"/>
    <w:rsid w:val="002278A9"/>
    <w:rsid w:val="002336F9"/>
    <w:rsid w:val="0024028F"/>
    <w:rsid w:val="00244ABC"/>
    <w:rsid w:val="0026098F"/>
    <w:rsid w:val="00262492"/>
    <w:rsid w:val="002647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46"/>
    <w:rsid w:val="002C1F06"/>
    <w:rsid w:val="002D3375"/>
    <w:rsid w:val="002D73D4"/>
    <w:rsid w:val="002E447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775A3"/>
    <w:rsid w:val="003A0A5B"/>
    <w:rsid w:val="003A1176"/>
    <w:rsid w:val="003C0BAE"/>
    <w:rsid w:val="003D1064"/>
    <w:rsid w:val="003D18A9"/>
    <w:rsid w:val="003D6CE2"/>
    <w:rsid w:val="003E1941"/>
    <w:rsid w:val="003E2FE6"/>
    <w:rsid w:val="003E49D5"/>
    <w:rsid w:val="003F38C0"/>
    <w:rsid w:val="00414E33"/>
    <w:rsid w:val="00414E3C"/>
    <w:rsid w:val="00421984"/>
    <w:rsid w:val="00421E29"/>
    <w:rsid w:val="0042244A"/>
    <w:rsid w:val="0042745A"/>
    <w:rsid w:val="00431D5C"/>
    <w:rsid w:val="004362C6"/>
    <w:rsid w:val="00437FA2"/>
    <w:rsid w:val="00445970"/>
    <w:rsid w:val="004501EB"/>
    <w:rsid w:val="00461EFC"/>
    <w:rsid w:val="004652C2"/>
    <w:rsid w:val="004706D1"/>
    <w:rsid w:val="00471326"/>
    <w:rsid w:val="004719EA"/>
    <w:rsid w:val="0047598D"/>
    <w:rsid w:val="004840FD"/>
    <w:rsid w:val="00485BC6"/>
    <w:rsid w:val="00490F7D"/>
    <w:rsid w:val="00491678"/>
    <w:rsid w:val="004968E2"/>
    <w:rsid w:val="004A3EEA"/>
    <w:rsid w:val="004A4D1F"/>
    <w:rsid w:val="004B4D6E"/>
    <w:rsid w:val="004B70C0"/>
    <w:rsid w:val="004B73C1"/>
    <w:rsid w:val="004D081F"/>
    <w:rsid w:val="004D5282"/>
    <w:rsid w:val="004F1551"/>
    <w:rsid w:val="004F55A3"/>
    <w:rsid w:val="0050496F"/>
    <w:rsid w:val="00513B6F"/>
    <w:rsid w:val="00517C63"/>
    <w:rsid w:val="00534BC6"/>
    <w:rsid w:val="005363C4"/>
    <w:rsid w:val="00536BDE"/>
    <w:rsid w:val="00543ACC"/>
    <w:rsid w:val="0056696D"/>
    <w:rsid w:val="0059484D"/>
    <w:rsid w:val="005A0838"/>
    <w:rsid w:val="005A0855"/>
    <w:rsid w:val="005A3196"/>
    <w:rsid w:val="005B0636"/>
    <w:rsid w:val="005B540B"/>
    <w:rsid w:val="005C080F"/>
    <w:rsid w:val="005C55E5"/>
    <w:rsid w:val="005C5E5F"/>
    <w:rsid w:val="005C696A"/>
    <w:rsid w:val="005E6E85"/>
    <w:rsid w:val="005F161A"/>
    <w:rsid w:val="005F31D2"/>
    <w:rsid w:val="00607EFA"/>
    <w:rsid w:val="0061029B"/>
    <w:rsid w:val="0061607B"/>
    <w:rsid w:val="00617230"/>
    <w:rsid w:val="00621CE1"/>
    <w:rsid w:val="00627FC9"/>
    <w:rsid w:val="00630507"/>
    <w:rsid w:val="00640F80"/>
    <w:rsid w:val="00647FA8"/>
    <w:rsid w:val="00650C5F"/>
    <w:rsid w:val="00654934"/>
    <w:rsid w:val="00657A37"/>
    <w:rsid w:val="00661184"/>
    <w:rsid w:val="006620D9"/>
    <w:rsid w:val="00664C5A"/>
    <w:rsid w:val="00670818"/>
    <w:rsid w:val="00671958"/>
    <w:rsid w:val="00675843"/>
    <w:rsid w:val="00696477"/>
    <w:rsid w:val="006A2FC9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2E99"/>
    <w:rsid w:val="00724677"/>
    <w:rsid w:val="00725459"/>
    <w:rsid w:val="00725B07"/>
    <w:rsid w:val="007327BD"/>
    <w:rsid w:val="00734608"/>
    <w:rsid w:val="00745302"/>
    <w:rsid w:val="007461D6"/>
    <w:rsid w:val="00746EC8"/>
    <w:rsid w:val="00763BF1"/>
    <w:rsid w:val="00766FD4"/>
    <w:rsid w:val="0076785E"/>
    <w:rsid w:val="0078168C"/>
    <w:rsid w:val="00787C2A"/>
    <w:rsid w:val="00790E27"/>
    <w:rsid w:val="007A4022"/>
    <w:rsid w:val="007A6E6E"/>
    <w:rsid w:val="007C3299"/>
    <w:rsid w:val="007C3BCC"/>
    <w:rsid w:val="007C4546"/>
    <w:rsid w:val="007C4872"/>
    <w:rsid w:val="007D6E56"/>
    <w:rsid w:val="007F4155"/>
    <w:rsid w:val="008005D4"/>
    <w:rsid w:val="0081554D"/>
    <w:rsid w:val="0081707E"/>
    <w:rsid w:val="008449B3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72EDC"/>
    <w:rsid w:val="00997F14"/>
    <w:rsid w:val="009A49ED"/>
    <w:rsid w:val="009A78D9"/>
    <w:rsid w:val="009C0F07"/>
    <w:rsid w:val="009C3E31"/>
    <w:rsid w:val="009C54AE"/>
    <w:rsid w:val="009C788E"/>
    <w:rsid w:val="009E3B41"/>
    <w:rsid w:val="009F3C5C"/>
    <w:rsid w:val="009F4610"/>
    <w:rsid w:val="00A00ECC"/>
    <w:rsid w:val="00A120DB"/>
    <w:rsid w:val="00A1235C"/>
    <w:rsid w:val="00A155EE"/>
    <w:rsid w:val="00A2245B"/>
    <w:rsid w:val="00A30110"/>
    <w:rsid w:val="00A30BC7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E02"/>
    <w:rsid w:val="00B43B77"/>
    <w:rsid w:val="00B43E80"/>
    <w:rsid w:val="00B607DB"/>
    <w:rsid w:val="00B66529"/>
    <w:rsid w:val="00B75219"/>
    <w:rsid w:val="00B75946"/>
    <w:rsid w:val="00B8056E"/>
    <w:rsid w:val="00B819C8"/>
    <w:rsid w:val="00B82308"/>
    <w:rsid w:val="00B90885"/>
    <w:rsid w:val="00BA3B22"/>
    <w:rsid w:val="00BB520A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4628"/>
    <w:rsid w:val="00C16ABF"/>
    <w:rsid w:val="00C170AE"/>
    <w:rsid w:val="00C26CB7"/>
    <w:rsid w:val="00C324C1"/>
    <w:rsid w:val="00C36992"/>
    <w:rsid w:val="00C56036"/>
    <w:rsid w:val="00C5649F"/>
    <w:rsid w:val="00C61DC5"/>
    <w:rsid w:val="00C67E92"/>
    <w:rsid w:val="00C70A26"/>
    <w:rsid w:val="00C766DF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63452"/>
    <w:rsid w:val="00D74119"/>
    <w:rsid w:val="00D8075B"/>
    <w:rsid w:val="00D8678B"/>
    <w:rsid w:val="00DA17D7"/>
    <w:rsid w:val="00DA2114"/>
    <w:rsid w:val="00DB50B5"/>
    <w:rsid w:val="00DE09C0"/>
    <w:rsid w:val="00DE4A14"/>
    <w:rsid w:val="00DE4E51"/>
    <w:rsid w:val="00DF320D"/>
    <w:rsid w:val="00DF71C8"/>
    <w:rsid w:val="00E129B8"/>
    <w:rsid w:val="00E14C08"/>
    <w:rsid w:val="00E21E7D"/>
    <w:rsid w:val="00E22FBC"/>
    <w:rsid w:val="00E24BF5"/>
    <w:rsid w:val="00E25338"/>
    <w:rsid w:val="00E304F0"/>
    <w:rsid w:val="00E47258"/>
    <w:rsid w:val="00E47EF2"/>
    <w:rsid w:val="00E51E44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83"/>
    <w:rsid w:val="00F070AB"/>
    <w:rsid w:val="00F1747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922E68A3-95B8-4E06-860A-2A0134F2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8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8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83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D80DA-C2D8-4B20-880B-87989E37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2</cp:revision>
  <cp:lastPrinted>2019-02-06T12:12:00Z</cp:lastPrinted>
  <dcterms:created xsi:type="dcterms:W3CDTF">2022-02-08T11:25:00Z</dcterms:created>
  <dcterms:modified xsi:type="dcterms:W3CDTF">2022-02-08T11:25:00Z</dcterms:modified>
</cp:coreProperties>
</file>